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4789A8DD"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B00E87">
        <w:rPr>
          <w:rStyle w:val="Strong"/>
          <w:lang w:val="en-GB"/>
        </w:rPr>
        <w:t>29-G002-23</w:t>
      </w:r>
      <w:bookmarkStart w:id="4" w:name="_GoBack"/>
      <w:bookmarkEnd w:id="4"/>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1F4DD6" w14:textId="77777777" w:rsidR="00614391" w:rsidRDefault="00614391">
      <w:r>
        <w:separator/>
      </w:r>
    </w:p>
  </w:endnote>
  <w:endnote w:type="continuationSeparator" w:id="0">
    <w:p w14:paraId="443190F7" w14:textId="77777777" w:rsidR="00614391" w:rsidRDefault="00614391">
      <w:r>
        <w:continuationSeparator/>
      </w:r>
    </w:p>
  </w:endnote>
  <w:endnote w:type="continuationNotice" w:id="1">
    <w:p w14:paraId="7786F1D8" w14:textId="77777777" w:rsidR="00614391" w:rsidRDefault="00614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C0F55" w14:textId="77777777" w:rsidR="00C378DB" w:rsidRDefault="00C378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26CED5C" w:rsidR="00133D55" w:rsidRDefault="00133D55" w:rsidP="004878F3">
    <w:pPr>
      <w:pStyle w:val="Footer"/>
    </w:pPr>
    <w:r>
      <w:fldChar w:fldCharType="begin"/>
    </w:r>
    <w:r>
      <w:instrText xml:space="preserve"> DATE \@ "yyyy-MM-dd" </w:instrText>
    </w:r>
    <w:r>
      <w:fldChar w:fldCharType="separate"/>
    </w:r>
    <w:r w:rsidR="00B00E87">
      <w:rPr>
        <w:noProof/>
      </w:rPr>
      <w:t>2023-03-27</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3A30" w14:textId="77777777" w:rsidR="00C378DB" w:rsidRDefault="00C378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8CE1C" w14:textId="77777777" w:rsidR="00614391" w:rsidRDefault="00614391">
      <w:r>
        <w:separator/>
      </w:r>
    </w:p>
  </w:footnote>
  <w:footnote w:type="continuationSeparator" w:id="0">
    <w:p w14:paraId="46863DA7" w14:textId="77777777" w:rsidR="00614391" w:rsidRDefault="00614391">
      <w:r>
        <w:continuationSeparator/>
      </w:r>
    </w:p>
  </w:footnote>
  <w:footnote w:type="continuationNotice" w:id="1">
    <w:p w14:paraId="17603192" w14:textId="77777777" w:rsidR="00614391" w:rsidRDefault="00614391"/>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5C58B" w14:textId="77777777" w:rsidR="00C378DB" w:rsidRDefault="00C378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65209C4"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C378DB">
      <w:rPr>
        <w:rStyle w:val="Strong"/>
        <w:lang w:val="en-GB"/>
      </w:rPr>
      <w:t>RFQ</w:t>
    </w:r>
    <w:r w:rsidR="00C378DB" w:rsidRPr="007F3777">
      <w:rPr>
        <w:rStyle w:val="Strong"/>
        <w:lang w:val="en-GB"/>
      </w:rPr>
      <w:t>-</w:t>
    </w:r>
    <w:r w:rsidR="00C378DB" w:rsidRPr="008030F1">
      <w:rPr>
        <w:rFonts w:cs="Calibri"/>
        <w:b/>
        <w:bCs/>
        <w:highlight w:val="yellow"/>
        <w:lang w:val="en-GB" w:eastAsia="ko-KR"/>
      </w:rPr>
      <w:t>MXXX</w:t>
    </w:r>
    <w:r w:rsidR="00C378DB" w:rsidRPr="007F3777">
      <w:rPr>
        <w:rStyle w:val="Strong"/>
        <w:lang w:val="en-GB"/>
      </w:rPr>
      <w:t>-</w:t>
    </w:r>
    <w:r w:rsidR="00C378DB">
      <w:rPr>
        <w:rStyle w:val="Strong"/>
        <w:lang w:val="en-GB"/>
      </w:rPr>
      <w:t>2020</w:t>
    </w:r>
    <w:r w:rsidR="00C378DB" w:rsidRPr="007F3777">
      <w:rPr>
        <w:rStyle w:val="Strong"/>
        <w:lang w:val="en-GB"/>
      </w:rPr>
      <w:t>-</w:t>
    </w:r>
    <w:r w:rsidR="00C378DB" w:rsidRPr="007F3777">
      <w:rPr>
        <w:rStyle w:val="Strong"/>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72BEF" w14:textId="77777777" w:rsidR="00C378DB" w:rsidRDefault="00C378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1A93"/>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194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597"/>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CE0"/>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76F"/>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4391"/>
    <w:rsid w:val="00616515"/>
    <w:rsid w:val="00617BE5"/>
    <w:rsid w:val="00617F5F"/>
    <w:rsid w:val="0062076A"/>
    <w:rsid w:val="006207CB"/>
    <w:rsid w:val="00621009"/>
    <w:rsid w:val="006228AB"/>
    <w:rsid w:val="00622C52"/>
    <w:rsid w:val="006230D5"/>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4675"/>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0287"/>
    <w:rsid w:val="00AF2419"/>
    <w:rsid w:val="00AF3D3E"/>
    <w:rsid w:val="00AF468D"/>
    <w:rsid w:val="00AF469A"/>
    <w:rsid w:val="00AF4D8E"/>
    <w:rsid w:val="00AF53B5"/>
    <w:rsid w:val="00AF559D"/>
    <w:rsid w:val="00AF617B"/>
    <w:rsid w:val="00B00170"/>
    <w:rsid w:val="00B00E87"/>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3B3"/>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1E3"/>
    <w:rsid w:val="00BB1893"/>
    <w:rsid w:val="00BB25AD"/>
    <w:rsid w:val="00BB281E"/>
    <w:rsid w:val="00BB3872"/>
    <w:rsid w:val="00BB5D8F"/>
    <w:rsid w:val="00BB600D"/>
    <w:rsid w:val="00BB75D3"/>
    <w:rsid w:val="00BB7C8C"/>
    <w:rsid w:val="00BC2778"/>
    <w:rsid w:val="00BC31E9"/>
    <w:rsid w:val="00BC425F"/>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1C1A"/>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1311EF-D273-4E06-BE14-174FD6458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1008</Words>
  <Characters>5748</Characters>
  <Application>Microsoft Office Word</Application>
  <DocSecurity>0</DocSecurity>
  <Lines>47</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3</cp:revision>
  <cp:lastPrinted>2013-10-18T08:32:00Z</cp:lastPrinted>
  <dcterms:created xsi:type="dcterms:W3CDTF">2023-03-21T01:15:00Z</dcterms:created>
  <dcterms:modified xsi:type="dcterms:W3CDTF">2023-03-27T03:50:00Z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